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38"/>
        <w:gridCol w:w="786"/>
        <w:gridCol w:w="2420"/>
        <w:gridCol w:w="1382"/>
        <w:gridCol w:w="2168"/>
      </w:tblGrid>
      <w:tr w:rsidR="00155A2C" w:rsidRPr="00126718" w14:paraId="3A74290A" w14:textId="77777777" w:rsidTr="00E37EF9">
        <w:tc>
          <w:tcPr>
            <w:tcW w:w="8494" w:type="dxa"/>
            <w:gridSpan w:val="5"/>
            <w:shd w:val="clear" w:color="auto" w:fill="002060"/>
            <w:vAlign w:val="center"/>
          </w:tcPr>
          <w:p w14:paraId="36AD892C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PLAN DE SESIÓN INTERVENCIÓN PSICOPEDAGÓGICA</w:t>
            </w:r>
          </w:p>
        </w:tc>
      </w:tr>
      <w:tr w:rsidR="00155A2C" w:rsidRPr="00126718" w14:paraId="7A568069" w14:textId="77777777" w:rsidTr="00E37EF9">
        <w:tc>
          <w:tcPr>
            <w:tcW w:w="2524" w:type="dxa"/>
            <w:gridSpan w:val="2"/>
            <w:shd w:val="clear" w:color="auto" w:fill="8EAADB" w:themeFill="accent1" w:themeFillTint="99"/>
            <w:vAlign w:val="center"/>
          </w:tcPr>
          <w:p w14:paraId="15572620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Nombre del practicante</w:t>
            </w:r>
          </w:p>
        </w:tc>
        <w:tc>
          <w:tcPr>
            <w:tcW w:w="5970" w:type="dxa"/>
            <w:gridSpan w:val="3"/>
            <w:vAlign w:val="center"/>
          </w:tcPr>
          <w:p w14:paraId="4B5E43A9" w14:textId="77777777" w:rsidR="00155A2C" w:rsidRPr="00126718" w:rsidRDefault="00155A2C" w:rsidP="00575B6A">
            <w:pPr>
              <w:pStyle w:val="EstiloPS"/>
              <w:spacing w:line="276" w:lineRule="auto"/>
              <w:jc w:val="both"/>
            </w:pPr>
            <w:r w:rsidRPr="00126718">
              <w:t xml:space="preserve">María Isabel </w:t>
            </w:r>
            <w:proofErr w:type="spellStart"/>
            <w:r w:rsidRPr="00126718">
              <w:t>Lainfiesta</w:t>
            </w:r>
            <w:proofErr w:type="spellEnd"/>
            <w:r w:rsidRPr="00126718">
              <w:t xml:space="preserve"> </w:t>
            </w:r>
            <w:proofErr w:type="spellStart"/>
            <w:r w:rsidRPr="00126718">
              <w:t>Wahl</w:t>
            </w:r>
            <w:proofErr w:type="spellEnd"/>
          </w:p>
        </w:tc>
      </w:tr>
      <w:tr w:rsidR="00155A2C" w:rsidRPr="00126718" w14:paraId="766F964C" w14:textId="77777777" w:rsidTr="00E37EF9">
        <w:tc>
          <w:tcPr>
            <w:tcW w:w="2524" w:type="dxa"/>
            <w:gridSpan w:val="2"/>
            <w:shd w:val="clear" w:color="auto" w:fill="8EAADB" w:themeFill="accent1" w:themeFillTint="99"/>
            <w:vAlign w:val="center"/>
          </w:tcPr>
          <w:p w14:paraId="63892A10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Nombre del paciente</w:t>
            </w:r>
          </w:p>
        </w:tc>
        <w:tc>
          <w:tcPr>
            <w:tcW w:w="5970" w:type="dxa"/>
            <w:gridSpan w:val="3"/>
            <w:vAlign w:val="center"/>
          </w:tcPr>
          <w:p w14:paraId="201F93A3" w14:textId="7E92616A" w:rsidR="00155A2C" w:rsidRPr="00126718" w:rsidRDefault="00155A2C" w:rsidP="00575B6A">
            <w:pPr>
              <w:pStyle w:val="EstiloPS"/>
              <w:spacing w:line="276" w:lineRule="auto"/>
              <w:jc w:val="both"/>
            </w:pPr>
            <w:r w:rsidRPr="00126718">
              <w:t>J.A.</w:t>
            </w:r>
            <w:r w:rsidR="00126718" w:rsidRPr="00126718">
              <w:t>L</w:t>
            </w:r>
            <w:r w:rsidR="00126718">
              <w:t>.R.</w:t>
            </w:r>
          </w:p>
        </w:tc>
      </w:tr>
      <w:tr w:rsidR="00155A2C" w:rsidRPr="00126718" w14:paraId="3EC1D6E7" w14:textId="77777777" w:rsidTr="00E37EF9">
        <w:tc>
          <w:tcPr>
            <w:tcW w:w="2524" w:type="dxa"/>
            <w:gridSpan w:val="2"/>
            <w:shd w:val="clear" w:color="auto" w:fill="8EAADB" w:themeFill="accent1" w:themeFillTint="99"/>
            <w:vAlign w:val="center"/>
          </w:tcPr>
          <w:p w14:paraId="31E5E9C1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Fecha</w:t>
            </w:r>
          </w:p>
        </w:tc>
        <w:tc>
          <w:tcPr>
            <w:tcW w:w="2420" w:type="dxa"/>
            <w:vAlign w:val="center"/>
          </w:tcPr>
          <w:p w14:paraId="5C456C99" w14:textId="4367023E" w:rsidR="00155A2C" w:rsidRPr="00126718" w:rsidRDefault="00E37EF9" w:rsidP="00575B6A">
            <w:pPr>
              <w:pStyle w:val="EstiloPS"/>
              <w:spacing w:line="276" w:lineRule="auto"/>
              <w:jc w:val="center"/>
            </w:pPr>
            <w:r w:rsidRPr="00126718">
              <w:t>04</w:t>
            </w:r>
            <w:r w:rsidR="00155A2C" w:rsidRPr="00126718">
              <w:t>/02/22</w:t>
            </w:r>
          </w:p>
        </w:tc>
        <w:tc>
          <w:tcPr>
            <w:tcW w:w="1382" w:type="dxa"/>
            <w:shd w:val="clear" w:color="auto" w:fill="8EAADB" w:themeFill="accent1" w:themeFillTint="99"/>
            <w:vAlign w:val="center"/>
          </w:tcPr>
          <w:p w14:paraId="6E642177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N°. sesión:</w:t>
            </w:r>
          </w:p>
        </w:tc>
        <w:tc>
          <w:tcPr>
            <w:tcW w:w="2168" w:type="dxa"/>
            <w:vAlign w:val="center"/>
          </w:tcPr>
          <w:p w14:paraId="1264C40D" w14:textId="290378E9" w:rsidR="00155A2C" w:rsidRPr="00126718" w:rsidRDefault="00E37EF9" w:rsidP="00575B6A">
            <w:pPr>
              <w:pStyle w:val="EstiloPS"/>
              <w:spacing w:line="276" w:lineRule="auto"/>
              <w:jc w:val="center"/>
            </w:pPr>
            <w:r w:rsidRPr="00126718">
              <w:t>3</w:t>
            </w:r>
          </w:p>
        </w:tc>
      </w:tr>
      <w:tr w:rsidR="00155A2C" w:rsidRPr="00126718" w14:paraId="111352BB" w14:textId="77777777" w:rsidTr="00E37EF9">
        <w:tc>
          <w:tcPr>
            <w:tcW w:w="8494" w:type="dxa"/>
            <w:gridSpan w:val="5"/>
            <w:shd w:val="clear" w:color="auto" w:fill="002060"/>
            <w:vAlign w:val="center"/>
          </w:tcPr>
          <w:p w14:paraId="2D5E2DE4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OBJETIVO</w:t>
            </w:r>
          </w:p>
        </w:tc>
      </w:tr>
      <w:tr w:rsidR="00E37EF9" w:rsidRPr="00126718" w14:paraId="5F9CF319" w14:textId="77777777" w:rsidTr="00E37EF9">
        <w:tc>
          <w:tcPr>
            <w:tcW w:w="8494" w:type="dxa"/>
            <w:gridSpan w:val="5"/>
            <w:vAlign w:val="center"/>
          </w:tcPr>
          <w:p w14:paraId="2D598DAD" w14:textId="0E394C40" w:rsidR="00E37EF9" w:rsidRPr="00126718" w:rsidRDefault="00E37EF9" w:rsidP="00E37EF9">
            <w:pPr>
              <w:pStyle w:val="NormalWeb"/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6718">
              <w:rPr>
                <w:rFonts w:ascii="Arial" w:hAnsi="Arial" w:cs="Arial"/>
                <w:sz w:val="22"/>
                <w:szCs w:val="22"/>
              </w:rPr>
              <w:t xml:space="preserve">Realizar </w:t>
            </w:r>
            <w:proofErr w:type="spellStart"/>
            <w:r w:rsidRPr="00126718">
              <w:rPr>
                <w:rFonts w:ascii="Arial" w:hAnsi="Arial" w:cs="Arial"/>
                <w:sz w:val="22"/>
                <w:szCs w:val="22"/>
              </w:rPr>
              <w:t>screening</w:t>
            </w:r>
            <w:proofErr w:type="spellEnd"/>
            <w:r w:rsidRPr="00126718">
              <w:rPr>
                <w:rFonts w:ascii="Arial" w:hAnsi="Arial" w:cs="Arial"/>
                <w:sz w:val="22"/>
                <w:szCs w:val="22"/>
              </w:rPr>
              <w:t xml:space="preserve"> al paciente para evaluar sus destrezas </w:t>
            </w:r>
            <w:r w:rsidR="00126718" w:rsidRPr="00126718">
              <w:rPr>
                <w:rFonts w:ascii="Arial" w:hAnsi="Arial" w:cs="Arial"/>
                <w:sz w:val="22"/>
                <w:szCs w:val="22"/>
              </w:rPr>
              <w:t>matemáticas</w:t>
            </w:r>
            <w:r w:rsidRPr="00126718">
              <w:rPr>
                <w:rFonts w:ascii="Arial" w:hAnsi="Arial" w:cs="Arial"/>
                <w:sz w:val="22"/>
                <w:szCs w:val="22"/>
              </w:rPr>
              <w:t xml:space="preserve"> y funciones ejecutivas</w:t>
            </w:r>
            <w:r w:rsidRPr="001267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55A2C" w:rsidRPr="00126718" w14:paraId="2FFB17F9" w14:textId="77777777" w:rsidTr="00E37EF9">
        <w:tc>
          <w:tcPr>
            <w:tcW w:w="6326" w:type="dxa"/>
            <w:gridSpan w:val="4"/>
            <w:shd w:val="clear" w:color="auto" w:fill="002060"/>
            <w:vAlign w:val="center"/>
          </w:tcPr>
          <w:p w14:paraId="2326EA57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ACTIVIDADES</w:t>
            </w:r>
          </w:p>
        </w:tc>
        <w:tc>
          <w:tcPr>
            <w:tcW w:w="2168" w:type="dxa"/>
            <w:shd w:val="clear" w:color="auto" w:fill="002060"/>
            <w:vAlign w:val="center"/>
          </w:tcPr>
          <w:p w14:paraId="26F8C06F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MATERIALES Y RECURSOS</w:t>
            </w:r>
          </w:p>
        </w:tc>
      </w:tr>
      <w:tr w:rsidR="00155A2C" w:rsidRPr="00126718" w14:paraId="3EBD4414" w14:textId="77777777" w:rsidTr="00E37EF9">
        <w:tc>
          <w:tcPr>
            <w:tcW w:w="1738" w:type="dxa"/>
            <w:shd w:val="clear" w:color="auto" w:fill="8EAADB" w:themeFill="accent1" w:themeFillTint="99"/>
            <w:vAlign w:val="center"/>
          </w:tcPr>
          <w:p w14:paraId="4ED38765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 xml:space="preserve">Sintonización </w:t>
            </w:r>
          </w:p>
          <w:p w14:paraId="23FE02AA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(5 minutos)</w:t>
            </w:r>
          </w:p>
        </w:tc>
        <w:tc>
          <w:tcPr>
            <w:tcW w:w="4588" w:type="dxa"/>
            <w:gridSpan w:val="3"/>
            <w:vAlign w:val="center"/>
          </w:tcPr>
          <w:p w14:paraId="27D81DE8" w14:textId="77777777" w:rsidR="00E37EF9" w:rsidRPr="00126718" w:rsidRDefault="00155A2C" w:rsidP="00575B6A">
            <w:pPr>
              <w:pStyle w:val="NormalWeb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6718">
              <w:rPr>
                <w:rFonts w:ascii="Arial" w:hAnsi="Arial" w:cs="Arial"/>
                <w:color w:val="000000"/>
                <w:sz w:val="22"/>
                <w:szCs w:val="22"/>
              </w:rPr>
              <w:t>Presentarse y saludar a</w:t>
            </w:r>
            <w:r w:rsidR="00E37EF9" w:rsidRPr="00126718">
              <w:rPr>
                <w:rFonts w:ascii="Arial" w:hAnsi="Arial" w:cs="Arial"/>
                <w:color w:val="000000"/>
                <w:sz w:val="22"/>
                <w:szCs w:val="22"/>
              </w:rPr>
              <w:t>l paciente</w:t>
            </w:r>
          </w:p>
          <w:p w14:paraId="62B8E67C" w14:textId="58FC87E6" w:rsidR="00E37EF9" w:rsidRPr="00126718" w:rsidRDefault="00E37EF9" w:rsidP="00575B6A">
            <w:pPr>
              <w:pStyle w:val="NormalWeb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6718">
              <w:rPr>
                <w:rFonts w:ascii="Arial" w:hAnsi="Arial" w:cs="Arial"/>
                <w:color w:val="000000"/>
                <w:sz w:val="22"/>
                <w:szCs w:val="22"/>
              </w:rPr>
              <w:t>Mostrar cronograma de actividades</w:t>
            </w:r>
          </w:p>
        </w:tc>
        <w:tc>
          <w:tcPr>
            <w:tcW w:w="2168" w:type="dxa"/>
            <w:vAlign w:val="center"/>
          </w:tcPr>
          <w:p w14:paraId="6A6EFBC2" w14:textId="6BA92D16" w:rsidR="00155A2C" w:rsidRPr="00126718" w:rsidRDefault="00E37EF9" w:rsidP="00575B6A">
            <w:pPr>
              <w:pStyle w:val="EstiloPS"/>
              <w:spacing w:line="276" w:lineRule="auto"/>
              <w:jc w:val="center"/>
            </w:pPr>
            <w:r w:rsidRPr="00126718">
              <w:t>Cronograma de actividades</w:t>
            </w:r>
          </w:p>
        </w:tc>
      </w:tr>
      <w:tr w:rsidR="00155A2C" w:rsidRPr="00126718" w14:paraId="40AF6388" w14:textId="77777777" w:rsidTr="00E37EF9">
        <w:trPr>
          <w:trHeight w:val="1613"/>
        </w:trPr>
        <w:tc>
          <w:tcPr>
            <w:tcW w:w="1738" w:type="dxa"/>
            <w:shd w:val="clear" w:color="auto" w:fill="8EAADB" w:themeFill="accent1" w:themeFillTint="99"/>
            <w:vAlign w:val="center"/>
          </w:tcPr>
          <w:p w14:paraId="7DE97DBE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 xml:space="preserve">Entrevista </w:t>
            </w:r>
          </w:p>
          <w:p w14:paraId="0189D0FF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(30 minutos)</w:t>
            </w:r>
          </w:p>
        </w:tc>
        <w:tc>
          <w:tcPr>
            <w:tcW w:w="4588" w:type="dxa"/>
            <w:gridSpan w:val="3"/>
            <w:vAlign w:val="center"/>
          </w:tcPr>
          <w:p w14:paraId="1F237A90" w14:textId="31CA0BEA" w:rsidR="00155A2C" w:rsidRPr="00126718" w:rsidRDefault="00155A2C" w:rsidP="00575B6A">
            <w:pPr>
              <w:pStyle w:val="NormalWeb"/>
              <w:spacing w:before="120" w:after="120"/>
              <w:jc w:val="both"/>
            </w:pPr>
            <w:r w:rsidRPr="00126718">
              <w:rPr>
                <w:rFonts w:ascii="Arial" w:hAnsi="Arial" w:cs="Arial"/>
                <w:color w:val="000000"/>
                <w:sz w:val="22"/>
                <w:szCs w:val="22"/>
              </w:rPr>
              <w:t xml:space="preserve">Realizar </w:t>
            </w:r>
            <w:r w:rsidR="00E37EF9" w:rsidRPr="00126718">
              <w:rPr>
                <w:rFonts w:ascii="Arial" w:hAnsi="Arial" w:cs="Arial"/>
                <w:color w:val="000000"/>
                <w:sz w:val="22"/>
                <w:szCs w:val="22"/>
              </w:rPr>
              <w:t xml:space="preserve">el </w:t>
            </w:r>
            <w:proofErr w:type="spellStart"/>
            <w:r w:rsidR="00E37EF9" w:rsidRPr="00126718">
              <w:rPr>
                <w:rFonts w:ascii="Arial" w:hAnsi="Arial" w:cs="Arial"/>
                <w:color w:val="000000"/>
                <w:sz w:val="22"/>
                <w:szCs w:val="22"/>
              </w:rPr>
              <w:t>screening</w:t>
            </w:r>
            <w:proofErr w:type="spellEnd"/>
            <w:r w:rsidR="00E37EF9" w:rsidRPr="00126718">
              <w:rPr>
                <w:rFonts w:ascii="Arial" w:hAnsi="Arial" w:cs="Arial"/>
                <w:color w:val="000000"/>
                <w:sz w:val="22"/>
                <w:szCs w:val="22"/>
              </w:rPr>
              <w:t xml:space="preserve"> al paciente </w:t>
            </w:r>
            <w:r w:rsidRPr="0012671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2F21BB6F" w14:textId="77777777" w:rsidR="00155A2C" w:rsidRPr="00126718" w:rsidRDefault="00155A2C" w:rsidP="00575B6A">
            <w:pPr>
              <w:pStyle w:val="EstiloPS"/>
              <w:spacing w:line="276" w:lineRule="auto"/>
              <w:jc w:val="both"/>
            </w:pPr>
          </w:p>
        </w:tc>
        <w:tc>
          <w:tcPr>
            <w:tcW w:w="2168" w:type="dxa"/>
            <w:vAlign w:val="center"/>
          </w:tcPr>
          <w:p w14:paraId="3C205D7D" w14:textId="0DF08F6F" w:rsidR="00155A2C" w:rsidRPr="00126718" w:rsidRDefault="00E37EF9" w:rsidP="00575B6A">
            <w:pPr>
              <w:pStyle w:val="NormalWeb"/>
              <w:spacing w:before="120" w:after="120" w:line="360" w:lineRule="auto"/>
              <w:jc w:val="center"/>
            </w:pPr>
            <w:proofErr w:type="spellStart"/>
            <w:r w:rsidRPr="00126718">
              <w:rPr>
                <w:rFonts w:ascii="Arial" w:hAnsi="Arial" w:cs="Arial"/>
                <w:color w:val="000000"/>
                <w:sz w:val="22"/>
                <w:szCs w:val="22"/>
              </w:rPr>
              <w:t>Screening</w:t>
            </w:r>
            <w:proofErr w:type="spellEnd"/>
          </w:p>
        </w:tc>
      </w:tr>
      <w:tr w:rsidR="00155A2C" w:rsidRPr="00126718" w14:paraId="31CB0615" w14:textId="77777777" w:rsidTr="00E37EF9">
        <w:tc>
          <w:tcPr>
            <w:tcW w:w="1738" w:type="dxa"/>
            <w:shd w:val="clear" w:color="auto" w:fill="8EAADB" w:themeFill="accent1" w:themeFillTint="99"/>
            <w:vAlign w:val="center"/>
          </w:tcPr>
          <w:p w14:paraId="238A35C5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 xml:space="preserve">Resumen </w:t>
            </w:r>
          </w:p>
          <w:p w14:paraId="083D867C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(10 minutos)</w:t>
            </w:r>
          </w:p>
        </w:tc>
        <w:tc>
          <w:tcPr>
            <w:tcW w:w="4588" w:type="dxa"/>
            <w:gridSpan w:val="3"/>
            <w:vAlign w:val="center"/>
          </w:tcPr>
          <w:p w14:paraId="7811285C" w14:textId="6E440318" w:rsidR="00155A2C" w:rsidRPr="00126718" w:rsidRDefault="00155A2C" w:rsidP="00575B6A">
            <w:pPr>
              <w:pStyle w:val="NormalWeb"/>
              <w:spacing w:before="120" w:beforeAutospacing="0" w:after="120" w:afterAutospacing="0" w:line="360" w:lineRule="auto"/>
              <w:jc w:val="both"/>
            </w:pPr>
            <w:r w:rsidRPr="00126718">
              <w:rPr>
                <w:rFonts w:ascii="Arial" w:hAnsi="Arial" w:cs="Arial"/>
                <w:color w:val="000000"/>
                <w:sz w:val="22"/>
                <w:szCs w:val="22"/>
              </w:rPr>
              <w:t>Detallar lo visto en l</w:t>
            </w:r>
            <w:r w:rsidR="00E37EF9" w:rsidRPr="00126718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126718">
              <w:rPr>
                <w:rFonts w:ascii="Arial" w:hAnsi="Arial" w:cs="Arial"/>
                <w:color w:val="000000"/>
                <w:sz w:val="22"/>
                <w:szCs w:val="22"/>
              </w:rPr>
              <w:t xml:space="preserve"> sesión. Recordar fecha/ hora de la próxima sesión.</w:t>
            </w:r>
          </w:p>
        </w:tc>
        <w:tc>
          <w:tcPr>
            <w:tcW w:w="2168" w:type="dxa"/>
            <w:vAlign w:val="center"/>
          </w:tcPr>
          <w:p w14:paraId="45463779" w14:textId="4237A9DA" w:rsidR="00155A2C" w:rsidRPr="00126718" w:rsidRDefault="00155A2C" w:rsidP="00575B6A">
            <w:pPr>
              <w:pStyle w:val="EstiloPS"/>
              <w:spacing w:line="360" w:lineRule="auto"/>
              <w:jc w:val="center"/>
            </w:pPr>
          </w:p>
        </w:tc>
      </w:tr>
      <w:tr w:rsidR="00155A2C" w:rsidRPr="00126718" w14:paraId="7AE756F2" w14:textId="77777777" w:rsidTr="00E37EF9">
        <w:tc>
          <w:tcPr>
            <w:tcW w:w="6326" w:type="dxa"/>
            <w:gridSpan w:val="4"/>
            <w:shd w:val="clear" w:color="auto" w:fill="002060"/>
            <w:vAlign w:val="center"/>
          </w:tcPr>
          <w:p w14:paraId="54B52766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PLAN PARALELO</w:t>
            </w:r>
          </w:p>
        </w:tc>
        <w:tc>
          <w:tcPr>
            <w:tcW w:w="2168" w:type="dxa"/>
            <w:shd w:val="clear" w:color="auto" w:fill="002060"/>
            <w:vAlign w:val="center"/>
          </w:tcPr>
          <w:p w14:paraId="44B550BE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MATERIALES Y RECURSOS</w:t>
            </w:r>
          </w:p>
        </w:tc>
      </w:tr>
      <w:tr w:rsidR="00155A2C" w:rsidRPr="00126718" w14:paraId="4DB2E18C" w14:textId="77777777" w:rsidTr="00E37EF9">
        <w:tc>
          <w:tcPr>
            <w:tcW w:w="6326" w:type="dxa"/>
            <w:gridSpan w:val="4"/>
            <w:vAlign w:val="center"/>
          </w:tcPr>
          <w:p w14:paraId="17FF7E86" w14:textId="2C4F8992" w:rsidR="00155A2C" w:rsidRPr="00126718" w:rsidRDefault="00126718" w:rsidP="00575B6A">
            <w:pPr>
              <w:pStyle w:val="EstiloPS"/>
              <w:spacing w:line="276" w:lineRule="auto"/>
              <w:jc w:val="both"/>
            </w:pPr>
            <w:r w:rsidRPr="00126718">
              <w:t>Traer un cuaderno para guardar y realizar trabajos en clínica</w:t>
            </w:r>
          </w:p>
        </w:tc>
        <w:tc>
          <w:tcPr>
            <w:tcW w:w="2168" w:type="dxa"/>
            <w:vAlign w:val="center"/>
          </w:tcPr>
          <w:p w14:paraId="3FA590DA" w14:textId="4D8EE4E4" w:rsidR="00155A2C" w:rsidRPr="00126718" w:rsidRDefault="00126718" w:rsidP="00575B6A">
            <w:pPr>
              <w:pStyle w:val="EstiloPS"/>
              <w:spacing w:line="276" w:lineRule="auto"/>
              <w:jc w:val="center"/>
            </w:pPr>
            <w:r w:rsidRPr="00126718">
              <w:t xml:space="preserve">Cuaderno </w:t>
            </w:r>
          </w:p>
        </w:tc>
      </w:tr>
      <w:tr w:rsidR="00155A2C" w:rsidRPr="00126718" w14:paraId="6D2B89AE" w14:textId="77777777" w:rsidTr="00E37EF9">
        <w:tc>
          <w:tcPr>
            <w:tcW w:w="8494" w:type="dxa"/>
            <w:gridSpan w:val="5"/>
            <w:shd w:val="clear" w:color="auto" w:fill="002060"/>
            <w:vAlign w:val="center"/>
          </w:tcPr>
          <w:p w14:paraId="62839658" w14:textId="77777777" w:rsidR="00155A2C" w:rsidRPr="00126718" w:rsidRDefault="00155A2C" w:rsidP="00575B6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126718">
              <w:rPr>
                <w:b/>
              </w:rPr>
              <w:t>EVALUACIÓN</w:t>
            </w:r>
          </w:p>
        </w:tc>
      </w:tr>
      <w:tr w:rsidR="00126718" w:rsidRPr="00126718" w14:paraId="539758BE" w14:textId="77777777" w:rsidTr="00E37EF9">
        <w:tc>
          <w:tcPr>
            <w:tcW w:w="8494" w:type="dxa"/>
            <w:gridSpan w:val="5"/>
            <w:vAlign w:val="center"/>
          </w:tcPr>
          <w:p w14:paraId="3A4DBEA3" w14:textId="10BF66A1" w:rsidR="00126718" w:rsidRPr="00126718" w:rsidRDefault="00126718" w:rsidP="00126718">
            <w:pPr>
              <w:pStyle w:val="NormalWeb"/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6718">
              <w:rPr>
                <w:rFonts w:ascii="Arial" w:hAnsi="Arial" w:cs="Arial"/>
                <w:color w:val="000000"/>
                <w:sz w:val="22"/>
                <w:szCs w:val="22"/>
              </w:rPr>
              <w:t xml:space="preserve">Con base a los resultados del </w:t>
            </w:r>
            <w:proofErr w:type="spellStart"/>
            <w:r w:rsidRPr="00126718">
              <w:rPr>
                <w:rFonts w:ascii="Arial" w:hAnsi="Arial" w:cs="Arial"/>
                <w:color w:val="000000"/>
                <w:sz w:val="22"/>
                <w:szCs w:val="22"/>
              </w:rPr>
              <w:t>screening</w:t>
            </w:r>
            <w:proofErr w:type="spellEnd"/>
            <w:r w:rsidRPr="00126718">
              <w:rPr>
                <w:rFonts w:ascii="Arial" w:hAnsi="Arial" w:cs="Arial"/>
                <w:color w:val="000000"/>
                <w:sz w:val="22"/>
                <w:szCs w:val="22"/>
              </w:rPr>
              <w:t>, se realizará una propuesta de evaluación.</w:t>
            </w:r>
          </w:p>
        </w:tc>
      </w:tr>
    </w:tbl>
    <w:p w14:paraId="70344F95" w14:textId="77777777" w:rsidR="0059292B" w:rsidRDefault="0059292B"/>
    <w:sectPr w:rsidR="005929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38F"/>
    <w:rsid w:val="00126718"/>
    <w:rsid w:val="00155A2C"/>
    <w:rsid w:val="0059292B"/>
    <w:rsid w:val="0095038F"/>
    <w:rsid w:val="00E3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95F8C94"/>
  <w15:chartTrackingRefBased/>
  <w15:docId w15:val="{1522ABD5-0A82-7C4C-83AC-2798DA2A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A2C"/>
    <w:pPr>
      <w:spacing w:after="160" w:line="259" w:lineRule="auto"/>
    </w:pPr>
    <w:rPr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55A2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155A2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155A2C"/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5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igi/Library/Group%20Containers/UBF8T346G9.Office/User%20Content.localized/Templates.localized/PLAN%20DE%20SESIO&#769;N%20INTERVENCIO&#769;N%20PSICOPEDAGO&#769;G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 DE SESIÓN INTERVENCIÓN PSICOPEDAGÓGICA.dotx</Template>
  <TotalTime>7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lainfiesta</cp:lastModifiedBy>
  <cp:revision>2</cp:revision>
  <dcterms:created xsi:type="dcterms:W3CDTF">2022-02-03T00:53:00Z</dcterms:created>
  <dcterms:modified xsi:type="dcterms:W3CDTF">2022-02-03T01:03:00Z</dcterms:modified>
</cp:coreProperties>
</file>